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E25E37">
        <w:fldChar w:fldCharType="begin"/>
      </w:r>
      <w:r w:rsidR="00E25E37">
        <w:instrText xml:space="preserve"> DOCVARIABLE ceh_info \* MERGEFORMAT </w:instrText>
      </w:r>
      <w:r w:rsidR="00E25E37">
        <w:fldChar w:fldCharType="separate"/>
      </w:r>
      <w:r w:rsidR="00573556" w:rsidRPr="00573556">
        <w:rPr>
          <w:rStyle w:val="a9"/>
        </w:rPr>
        <w:t xml:space="preserve"> Федеральное государственное унитарное предприятие "Управление гостиничным хозяйством" Министерства обор</w:t>
      </w:r>
      <w:r w:rsidR="00573556" w:rsidRPr="00573556">
        <w:rPr>
          <w:rStyle w:val="a9"/>
        </w:rPr>
        <w:t>о</w:t>
      </w:r>
      <w:r w:rsidR="00573556" w:rsidRPr="00573556">
        <w:rPr>
          <w:rStyle w:val="a9"/>
        </w:rPr>
        <w:t xml:space="preserve">ны Российской Федерации </w:t>
      </w:r>
      <w:r w:rsidR="00E25E37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5"/>
        <w:gridCol w:w="3260"/>
        <w:gridCol w:w="2835"/>
        <w:gridCol w:w="1384"/>
        <w:gridCol w:w="3294"/>
        <w:gridCol w:w="1315"/>
      </w:tblGrid>
      <w:tr w:rsidR="00DB70BA" w:rsidRPr="00AF49A3" w:rsidTr="00573556">
        <w:trPr>
          <w:jc w:val="center"/>
        </w:trPr>
        <w:tc>
          <w:tcPr>
            <w:tcW w:w="3475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</w:t>
            </w:r>
            <w:r w:rsidRPr="00063DF1">
              <w:t>з</w:t>
            </w:r>
            <w:r w:rsidRPr="00063DF1">
              <w:t>деления, рабочего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573556">
        <w:trPr>
          <w:jc w:val="center"/>
        </w:trPr>
        <w:tc>
          <w:tcPr>
            <w:tcW w:w="347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573556" w:rsidRPr="00AF49A3" w:rsidTr="00573556">
        <w:trPr>
          <w:jc w:val="center"/>
        </w:trPr>
        <w:tc>
          <w:tcPr>
            <w:tcW w:w="3475" w:type="dxa"/>
            <w:vAlign w:val="center"/>
          </w:tcPr>
          <w:p w:rsidR="00573556" w:rsidRDefault="00573556" w:rsidP="0057355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Обособленное подразделение </w:t>
            </w:r>
          </w:p>
          <w:p w:rsidR="00573556" w:rsidRDefault="00573556" w:rsidP="0057355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Федерального Государственного Унитарного Предприятия </w:t>
            </w:r>
          </w:p>
          <w:p w:rsidR="00573556" w:rsidRDefault="00573556" w:rsidP="0057355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«Управление </w:t>
            </w:r>
            <w:proofErr w:type="gramStart"/>
            <w:r>
              <w:rPr>
                <w:b/>
                <w:i/>
              </w:rPr>
              <w:t>Гостиничным</w:t>
            </w:r>
            <w:proofErr w:type="gramEnd"/>
            <w:r>
              <w:rPr>
                <w:b/>
                <w:i/>
              </w:rPr>
              <w:t xml:space="preserve"> </w:t>
            </w:r>
          </w:p>
          <w:p w:rsidR="00573556" w:rsidRPr="00573556" w:rsidRDefault="00573556" w:rsidP="0057355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Хозяйством» Минобороны России – гостиница «Заря» г. </w:t>
            </w:r>
            <w:proofErr w:type="gramStart"/>
            <w:r>
              <w:rPr>
                <w:b/>
                <w:i/>
              </w:rPr>
              <w:t>Мирный</w:t>
            </w:r>
            <w:proofErr w:type="gramEnd"/>
          </w:p>
        </w:tc>
        <w:tc>
          <w:tcPr>
            <w:tcW w:w="3260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</w:tr>
      <w:tr w:rsidR="00573556" w:rsidRPr="00AF49A3" w:rsidTr="00573556">
        <w:trPr>
          <w:jc w:val="center"/>
        </w:trPr>
        <w:tc>
          <w:tcPr>
            <w:tcW w:w="3475" w:type="dxa"/>
            <w:vAlign w:val="center"/>
          </w:tcPr>
          <w:p w:rsidR="00573556" w:rsidRPr="00573556" w:rsidRDefault="00573556" w:rsidP="00573556">
            <w:pPr>
              <w:pStyle w:val="aa"/>
              <w:rPr>
                <w:i/>
              </w:rPr>
            </w:pPr>
            <w:r>
              <w:rPr>
                <w:i/>
              </w:rPr>
              <w:t>Отделение «Ключевая» гостиницы «Заря»</w:t>
            </w:r>
          </w:p>
        </w:tc>
        <w:tc>
          <w:tcPr>
            <w:tcW w:w="3260" w:type="dxa"/>
            <w:vAlign w:val="center"/>
          </w:tcPr>
          <w:p w:rsidR="00573556" w:rsidRPr="00063DF1" w:rsidRDefault="00573556" w:rsidP="00DB70BA">
            <w:pPr>
              <w:pStyle w:val="aa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</w:tr>
      <w:tr w:rsidR="00573556" w:rsidRPr="00AF49A3" w:rsidTr="00573556">
        <w:trPr>
          <w:jc w:val="center"/>
        </w:trPr>
        <w:tc>
          <w:tcPr>
            <w:tcW w:w="3475" w:type="dxa"/>
            <w:vAlign w:val="center"/>
          </w:tcPr>
          <w:p w:rsidR="00573556" w:rsidRPr="00573556" w:rsidRDefault="00573556" w:rsidP="00573556">
            <w:pPr>
              <w:pStyle w:val="aa"/>
              <w:rPr>
                <w:i/>
              </w:rPr>
            </w:pPr>
            <w:r>
              <w:rPr>
                <w:i/>
              </w:rPr>
              <w:t>Технический персонал гостиницы</w:t>
            </w:r>
          </w:p>
        </w:tc>
        <w:tc>
          <w:tcPr>
            <w:tcW w:w="3260" w:type="dxa"/>
            <w:vAlign w:val="center"/>
          </w:tcPr>
          <w:p w:rsidR="00573556" w:rsidRPr="00063DF1" w:rsidRDefault="00573556" w:rsidP="00DB70BA">
            <w:pPr>
              <w:pStyle w:val="aa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73556" w:rsidRPr="00063DF1" w:rsidRDefault="00573556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E25E37">
        <w:fldChar w:fldCharType="begin"/>
      </w:r>
      <w:r w:rsidR="00E25E37">
        <w:instrText xml:space="preserve"> DOCVARIABLE fill_date \* MERGEFORMAT </w:instrText>
      </w:r>
      <w:r w:rsidR="00E25E37">
        <w:fldChar w:fldCharType="separate"/>
      </w:r>
      <w:r w:rsidR="00573556">
        <w:rPr>
          <w:rStyle w:val="a9"/>
        </w:rPr>
        <w:t>03.10.2019</w:t>
      </w:r>
      <w:r w:rsidR="00E25E37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  <w:bookmarkStart w:id="1" w:name="_GoBack"/>
      <w:bookmarkEnd w:id="1"/>
    </w:p>
    <w:sectPr w:rsidR="0065289A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37" w:rsidRPr="00573556" w:rsidRDefault="00E25E37" w:rsidP="00573556">
      <w:pPr>
        <w:pStyle w:val="aa"/>
        <w:rPr>
          <w:sz w:val="24"/>
        </w:rPr>
      </w:pPr>
      <w:r>
        <w:separator/>
      </w:r>
    </w:p>
  </w:endnote>
  <w:endnote w:type="continuationSeparator" w:id="0">
    <w:p w:rsidR="00E25E37" w:rsidRPr="00573556" w:rsidRDefault="00E25E37" w:rsidP="00573556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556" w:rsidRDefault="0057355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556" w:rsidRDefault="0057355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556" w:rsidRDefault="0057355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37" w:rsidRPr="00573556" w:rsidRDefault="00E25E37" w:rsidP="00573556">
      <w:pPr>
        <w:pStyle w:val="aa"/>
        <w:rPr>
          <w:sz w:val="24"/>
        </w:rPr>
      </w:pPr>
      <w:r>
        <w:separator/>
      </w:r>
    </w:p>
  </w:footnote>
  <w:footnote w:type="continuationSeparator" w:id="0">
    <w:p w:rsidR="00E25E37" w:rsidRPr="00573556" w:rsidRDefault="00E25E37" w:rsidP="00573556">
      <w:pPr>
        <w:pStyle w:val="aa"/>
        <w:rPr>
          <w:sz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556" w:rsidRDefault="0057355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556" w:rsidRDefault="0057355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556" w:rsidRDefault="0057355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dv_info1" w:val="     "/>
    <w:docVar w:name="adv_info2" w:val="     "/>
    <w:docVar w:name="adv_info3" w:val="     "/>
    <w:docVar w:name="ceh_info" w:val=" Федеральное государственное унитарное предприятие &quot;Управление гостиничным хозяйством&quot; Министерства обороны Российской Федерации "/>
    <w:docVar w:name="close_doc_flag" w:val="0"/>
    <w:docVar w:name="doc_type" w:val="6"/>
    <w:docVar w:name="fill_date" w:val="03.10.2019"/>
    <w:docVar w:name="org_guid" w:val="6C95563A99C546328B94717B937CDC4C"/>
    <w:docVar w:name="org_id" w:val="1"/>
    <w:docVar w:name="org_name" w:val="     "/>
    <w:docVar w:name="pers_guids" w:val="C486B176978446E18D36B8E8AAC778FA@"/>
    <w:docVar w:name="pers_snils" w:val="C486B176978446E18D36B8E8AAC778FA@"/>
    <w:docVar w:name="pred_dolg" w:val="Заместитель директора гостиницы"/>
    <w:docVar w:name="pred_fio" w:val="Черепов Александр Александрович"/>
    <w:docVar w:name="rbtd_adr" w:val="     "/>
    <w:docVar w:name="rbtd_name" w:val="Федеральное государственное унитарное предприятие &quot;Управление гостиничным хозяйством&quot; Министерства обороны Российской Федерации"/>
    <w:docVar w:name="sv_docs" w:val="1"/>
  </w:docVars>
  <w:rsids>
    <w:rsidRoot w:val="00573556"/>
    <w:rsid w:val="0002033E"/>
    <w:rsid w:val="00056BFC"/>
    <w:rsid w:val="0007776A"/>
    <w:rsid w:val="00093D2E"/>
    <w:rsid w:val="000C5130"/>
    <w:rsid w:val="00196135"/>
    <w:rsid w:val="001A6FA1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73556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25E37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735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73556"/>
    <w:rPr>
      <w:sz w:val="24"/>
    </w:rPr>
  </w:style>
  <w:style w:type="paragraph" w:styleId="ad">
    <w:name w:val="footer"/>
    <w:basedOn w:val="a"/>
    <w:link w:val="ae"/>
    <w:rsid w:val="005735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7355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I-2</dc:creator>
  <cp:keywords/>
  <dc:description/>
  <cp:lastModifiedBy>Vladimir</cp:lastModifiedBy>
  <cp:revision>3</cp:revision>
  <dcterms:created xsi:type="dcterms:W3CDTF">2019-10-02T06:19:00Z</dcterms:created>
  <dcterms:modified xsi:type="dcterms:W3CDTF">2022-01-25T08:54:00Z</dcterms:modified>
</cp:coreProperties>
</file>